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359" w:rsidRPr="00554359" w:rsidRDefault="00554359" w:rsidP="00554359">
      <w:pPr>
        <w:widowControl/>
        <w:spacing w:line="560" w:lineRule="exact"/>
        <w:rPr>
          <w:rFonts w:ascii="黑体" w:eastAsia="黑体" w:hAnsi="黑体"/>
          <w:spacing w:val="-18"/>
          <w:sz w:val="32"/>
          <w:szCs w:val="32"/>
        </w:rPr>
      </w:pPr>
      <w:r w:rsidRPr="00554359">
        <w:rPr>
          <w:rFonts w:ascii="黑体" w:eastAsia="黑体" w:hAnsi="黑体" w:hint="eastAsia"/>
          <w:spacing w:val="-18"/>
          <w:sz w:val="32"/>
          <w:szCs w:val="32"/>
        </w:rPr>
        <w:t>附件1</w:t>
      </w:r>
      <w:r w:rsidR="00902E53">
        <w:rPr>
          <w:rFonts w:ascii="黑体" w:eastAsia="黑体" w:hAnsi="黑体" w:hint="eastAsia"/>
          <w:spacing w:val="-18"/>
          <w:sz w:val="32"/>
          <w:szCs w:val="32"/>
        </w:rPr>
        <w:t>3</w:t>
      </w:r>
    </w:p>
    <w:p w:rsidR="00915EC3" w:rsidRPr="000C3B34" w:rsidRDefault="00554359">
      <w:pPr>
        <w:jc w:val="center"/>
        <w:rPr>
          <w:rFonts w:ascii="方正小标宋简体" w:eastAsia="方正小标宋简体" w:hAnsi="仿宋" w:hint="eastAsia"/>
          <w:sz w:val="44"/>
          <w:szCs w:val="44"/>
        </w:rPr>
      </w:pPr>
      <w:r w:rsidRPr="000C3B34">
        <w:rPr>
          <w:rFonts w:ascii="方正小标宋简体" w:eastAsia="方正小标宋简体" w:hAnsi="仿宋" w:hint="eastAsia"/>
          <w:sz w:val="44"/>
          <w:szCs w:val="44"/>
        </w:rPr>
        <w:t>山西省行政区划</w:t>
      </w:r>
      <w:bookmarkStart w:id="0" w:name="_GoBack"/>
      <w:bookmarkEnd w:id="0"/>
      <w:r w:rsidRPr="000C3B34">
        <w:rPr>
          <w:rFonts w:ascii="方正小标宋简体" w:eastAsia="方正小标宋简体" w:hAnsi="仿宋" w:hint="eastAsia"/>
          <w:sz w:val="44"/>
          <w:szCs w:val="44"/>
        </w:rPr>
        <w:t>代码</w:t>
      </w:r>
    </w:p>
    <w:p w:rsidR="00915EC3" w:rsidRDefault="00915EC3"/>
    <w:tbl>
      <w:tblPr>
        <w:tblW w:w="6222" w:type="dxa"/>
        <w:jc w:val="center"/>
        <w:tblInd w:w="10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4"/>
        <w:gridCol w:w="1079"/>
        <w:gridCol w:w="2985"/>
        <w:gridCol w:w="1514"/>
      </w:tblGrid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序号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市别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县区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代码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1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太原市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市辖区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140101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小店区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140105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3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迎泽区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140106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4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杏花岭区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140107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5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尖草坪区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140108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6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万柏林区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140109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7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晋源区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140110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8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清徐县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140121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9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阳曲县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140122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10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娄烦县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140123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11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山西转型综合改革示范区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140171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12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古交市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140181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13</w:t>
            </w:r>
          </w:p>
        </w:tc>
        <w:tc>
          <w:tcPr>
            <w:tcW w:w="1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大同市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市辖区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140201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城区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140202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15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矿区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140203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16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南郊区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140211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17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新荣区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140212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18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阳高县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140221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19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天镇县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140222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20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广灵县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140223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21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灵丘县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140224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22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浑源县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140225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23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左云县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140226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24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大同县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140227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25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山西大同经济开发区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140271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26</w:t>
            </w:r>
          </w:p>
        </w:tc>
        <w:tc>
          <w:tcPr>
            <w:tcW w:w="1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阳泉市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市辖区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140301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27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城区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140302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28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矿区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140303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29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郊区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140311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30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平定县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140321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31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盂县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140322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32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山西阳泉经济开发区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140371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33</w:t>
            </w:r>
          </w:p>
        </w:tc>
        <w:tc>
          <w:tcPr>
            <w:tcW w:w="1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长治市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市辖区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140401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34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城区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140402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35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郊区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140411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36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长治县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140421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37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襄垣县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140423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38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屯留县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140424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39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平顺县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140425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40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黎城县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140426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41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壶关县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140427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42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长子县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140428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43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武乡县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140429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44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沁县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140430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45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沁源县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140431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46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山西长治高新技术产业园区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140471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47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潞城市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140481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48</w:t>
            </w:r>
          </w:p>
        </w:tc>
        <w:tc>
          <w:tcPr>
            <w:tcW w:w="1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晋城市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市辖区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140501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49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城区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140502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50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沁水县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140521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51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阳城县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140522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52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陵川县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140524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53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泽州县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140525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54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高平市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140581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55</w:t>
            </w:r>
          </w:p>
        </w:tc>
        <w:tc>
          <w:tcPr>
            <w:tcW w:w="1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朔州市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市辖区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140601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56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朔城区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140602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57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平鲁区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140603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58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山阴县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140621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59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应县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140622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60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右玉县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140623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61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怀仁县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140624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62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山西朔州经济开发区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140671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63</w:t>
            </w:r>
          </w:p>
        </w:tc>
        <w:tc>
          <w:tcPr>
            <w:tcW w:w="1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晋中市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市辖区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140701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64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榆次区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140702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65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榆社县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140721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66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左权县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140722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67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和顺县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140723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68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昔阳县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140724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69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寿阳县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140725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70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太谷县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140726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71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祁县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140727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72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平遥县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140728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73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灵石县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140729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74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介休市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140781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75</w:t>
            </w:r>
          </w:p>
        </w:tc>
        <w:tc>
          <w:tcPr>
            <w:tcW w:w="1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运城市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市辖区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140801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76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盐湖区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140802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77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临猗县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140821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78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万荣县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140822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79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闻喜县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140823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80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稷山县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140824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81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新绛县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140825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82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绛县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140826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83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垣曲县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140827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84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夏县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140828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85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平陆县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140829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86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芮城县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140830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87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永济市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140881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88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河津市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140882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89</w:t>
            </w:r>
          </w:p>
        </w:tc>
        <w:tc>
          <w:tcPr>
            <w:tcW w:w="1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忻州市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市辖区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140901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90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忻府区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140902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91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定襄县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140921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92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五台县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140922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93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代县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140923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94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繁峙县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140924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95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宁武县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140925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96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静乐县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140926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97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神池县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140927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98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五寨县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140928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99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岢岚县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140929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100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河曲县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140930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101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保德县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140931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102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偏关县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140932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103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五台山风景名胜区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140971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104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原平市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140981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105</w:t>
            </w:r>
          </w:p>
        </w:tc>
        <w:tc>
          <w:tcPr>
            <w:tcW w:w="1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临汾市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市辖区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141001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106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尧都区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141002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107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曲沃县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141021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108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翼城县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141022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109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襄汾县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141023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110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洪洞县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141024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111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古县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141025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112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安泽县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141026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113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浮山县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141027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114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吉县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141028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115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乡宁县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141029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116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大宁县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141030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117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隰县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141031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118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永和县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141032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119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蒲县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141033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120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汾西县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141034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121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侯马市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141081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122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霍州市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141082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123</w:t>
            </w:r>
          </w:p>
        </w:tc>
        <w:tc>
          <w:tcPr>
            <w:tcW w:w="1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吕梁市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市辖区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141101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124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离石区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141102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125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文水县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141121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126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交城县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141122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127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兴县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141123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128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临县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141124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129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柳林县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141125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130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石楼县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141126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131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岚县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141127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132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方山县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141128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133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中阳县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141129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134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交口县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141130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135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孝义市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141181</w:t>
            </w:r>
          </w:p>
        </w:tc>
      </w:tr>
      <w:tr w:rsidR="00915EC3" w:rsidRPr="006857BD">
        <w:trPr>
          <w:trHeight w:val="286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136</w:t>
            </w: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915EC3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汾阳市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EC3" w:rsidRPr="006857BD" w:rsidRDefault="0055435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  <w:lang/>
              </w:rPr>
            </w:pPr>
            <w:r w:rsidRPr="006857B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  <w:lang/>
              </w:rPr>
              <w:t>141182</w:t>
            </w:r>
          </w:p>
        </w:tc>
      </w:tr>
    </w:tbl>
    <w:p w:rsidR="00915EC3" w:rsidRDefault="00915EC3"/>
    <w:sectPr w:rsidR="00915EC3" w:rsidSect="00F611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02BF" w:rsidRDefault="00B402BF" w:rsidP="000C3B34">
      <w:r>
        <w:separator/>
      </w:r>
    </w:p>
  </w:endnote>
  <w:endnote w:type="continuationSeparator" w:id="1">
    <w:p w:rsidR="00B402BF" w:rsidRDefault="00B402BF" w:rsidP="000C3B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02BF" w:rsidRDefault="00B402BF" w:rsidP="000C3B34">
      <w:r>
        <w:separator/>
      </w:r>
    </w:p>
  </w:footnote>
  <w:footnote w:type="continuationSeparator" w:id="1">
    <w:p w:rsidR="00B402BF" w:rsidRDefault="00B402BF" w:rsidP="000C3B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C5E39A4"/>
    <w:rsid w:val="000C3B34"/>
    <w:rsid w:val="00554359"/>
    <w:rsid w:val="006857BD"/>
    <w:rsid w:val="00902E53"/>
    <w:rsid w:val="00915EC3"/>
    <w:rsid w:val="00B402BF"/>
    <w:rsid w:val="00F61170"/>
    <w:rsid w:val="1B26260F"/>
    <w:rsid w:val="1B35791B"/>
    <w:rsid w:val="1B6A38AC"/>
    <w:rsid w:val="29E47604"/>
    <w:rsid w:val="3B4874C0"/>
    <w:rsid w:val="4C5E39A4"/>
    <w:rsid w:val="5BE36DFA"/>
    <w:rsid w:val="64FA5D5D"/>
    <w:rsid w:val="6D535020"/>
    <w:rsid w:val="797A0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117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C3B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C3B3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0C3B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C3B3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8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0</TotalTime>
  <Pages>4</Pages>
  <Words>341</Words>
  <Characters>1947</Characters>
  <Application>Microsoft Office Word</Application>
  <DocSecurity>0</DocSecurity>
  <Lines>16</Lines>
  <Paragraphs>4</Paragraphs>
  <ScaleCrop>false</ScaleCrop>
  <Company>acer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尚鸿儒</dc:creator>
  <cp:lastModifiedBy>侯建树</cp:lastModifiedBy>
  <cp:revision>5</cp:revision>
  <dcterms:created xsi:type="dcterms:W3CDTF">2018-06-26T06:25:00Z</dcterms:created>
  <dcterms:modified xsi:type="dcterms:W3CDTF">2018-08-30T07:32:00Z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